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F1246" w:rsidRPr="008F1246">
        <w:rPr>
          <w:rFonts w:ascii="Cambria" w:hAnsi="Cambria" w:cs="Arial"/>
          <w:sz w:val="22"/>
          <w:szCs w:val="22"/>
          <w:lang w:eastAsia="pl-PL"/>
        </w:rPr>
        <w:t>Roboty budowlane pn. ”Przebudowa Budynku ”A” Sz</w:t>
      </w:r>
      <w:r w:rsidR="00823937">
        <w:rPr>
          <w:rFonts w:ascii="Cambria" w:hAnsi="Cambria" w:cs="Arial"/>
          <w:sz w:val="22"/>
          <w:szCs w:val="22"/>
          <w:lang w:eastAsia="pl-PL"/>
        </w:rPr>
        <w:t xml:space="preserve">pitala Rejonowego w Przeworsku </w:t>
      </w:r>
      <w:r w:rsidR="008F1246" w:rsidRPr="008F1246">
        <w:rPr>
          <w:rFonts w:ascii="Cambria" w:hAnsi="Cambria" w:cs="Arial"/>
          <w:sz w:val="22"/>
          <w:szCs w:val="22"/>
          <w:lang w:eastAsia="pl-PL"/>
        </w:rPr>
        <w:t>w zakresie bezpieczeństwa ppoż.”</w:t>
      </w:r>
      <w:r w:rsidR="008F1246" w:rsidRPr="008F1246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23937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02D4">
        <w:rPr>
          <w:rFonts w:ascii="Cambria" w:hAnsi="Cambria" w:cs="Arial"/>
          <w:sz w:val="22"/>
          <w:szCs w:val="22"/>
          <w:lang w:eastAsia="pl-PL"/>
        </w:rPr>
      </w:r>
      <w:r w:rsidR="00B702D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702D4">
        <w:rPr>
          <w:rFonts w:ascii="Cambria" w:hAnsi="Cambria" w:cs="Arial"/>
          <w:sz w:val="22"/>
          <w:szCs w:val="22"/>
          <w:lang w:eastAsia="pl-PL"/>
        </w:rPr>
      </w:r>
      <w:r w:rsidR="00B702D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2D4" w:rsidRDefault="00B702D4" w:rsidP="00AD1BC7">
      <w:r>
        <w:separator/>
      </w:r>
    </w:p>
  </w:endnote>
  <w:endnote w:type="continuationSeparator" w:id="0">
    <w:p w:rsidR="00B702D4" w:rsidRDefault="00B702D4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71659A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B702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2D4" w:rsidRDefault="00B702D4" w:rsidP="00AD1BC7">
      <w:r>
        <w:separator/>
      </w:r>
    </w:p>
  </w:footnote>
  <w:footnote w:type="continuationSeparator" w:id="0">
    <w:p w:rsidR="00B702D4" w:rsidRDefault="00B702D4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71659A">
      <w:rPr>
        <w:rFonts w:ascii="Arial" w:hAnsi="Arial"/>
        <w:noProof/>
        <w:lang w:eastAsia="pl-PL"/>
      </w:rPr>
      <w:t>ZOZ NZZP II 2400/36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C1E3C"/>
    <w:rsid w:val="001E406C"/>
    <w:rsid w:val="0022190F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1659A"/>
    <w:rsid w:val="00742C3B"/>
    <w:rsid w:val="0076452C"/>
    <w:rsid w:val="007738B5"/>
    <w:rsid w:val="007A7E27"/>
    <w:rsid w:val="007D0B42"/>
    <w:rsid w:val="00823937"/>
    <w:rsid w:val="00875DBF"/>
    <w:rsid w:val="008C17E2"/>
    <w:rsid w:val="008C2A8A"/>
    <w:rsid w:val="008E3CB4"/>
    <w:rsid w:val="008F1246"/>
    <w:rsid w:val="008F6F87"/>
    <w:rsid w:val="00913482"/>
    <w:rsid w:val="00973180"/>
    <w:rsid w:val="009B77CB"/>
    <w:rsid w:val="009C37F7"/>
    <w:rsid w:val="00A05FAD"/>
    <w:rsid w:val="00AD1BC7"/>
    <w:rsid w:val="00AD788F"/>
    <w:rsid w:val="00B20322"/>
    <w:rsid w:val="00B37348"/>
    <w:rsid w:val="00B53A4D"/>
    <w:rsid w:val="00B702D4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2353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61</cp:revision>
  <dcterms:created xsi:type="dcterms:W3CDTF">2018-04-10T12:18:00Z</dcterms:created>
  <dcterms:modified xsi:type="dcterms:W3CDTF">2020-09-01T07:48:00Z</dcterms:modified>
</cp:coreProperties>
</file>